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</w:p>
    <w:p>
      <w:pPr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关于所学专业与岗位所需专业相近的证明</w:t>
      </w:r>
    </w:p>
    <w:p>
      <w:pPr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XX</w:t>
      </w:r>
      <w:r>
        <w:rPr>
          <w:rFonts w:hint="eastAsia" w:ascii="仿宋_GB2312" w:hAnsi="宋体" w:eastAsia="仿宋_GB2312" w:cs="仿宋_GB2312"/>
          <w:sz w:val="32"/>
          <w:szCs w:val="32"/>
        </w:rPr>
        <w:t>单位：</w:t>
      </w:r>
    </w:p>
    <w:p>
      <w:pPr>
        <w:ind w:firstLine="640" w:firstLineChars="200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（考生姓名）</w:t>
      </w:r>
      <w:r>
        <w:rPr>
          <w:rFonts w:hint="eastAsia" w:ascii="仿宋_GB2312" w:hAnsi="宋体" w:eastAsia="仿宋_GB2312" w:cs="仿宋_GB2312"/>
          <w:sz w:val="32"/>
          <w:szCs w:val="32"/>
        </w:rPr>
        <w:t>为我校学院届毕业生，所读专业为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（所读专业名称）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，在《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广东省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年考试聘用公务员专业参考目录》中无法找到。该专业的专业课程设置和学习内容与岗位所需专业</w:t>
      </w:r>
      <w:r>
        <w:rPr>
          <w:rFonts w:ascii="仿宋_GB2312" w:hAnsi="宋体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u w:val="single"/>
        </w:rPr>
        <w:t>（岗位需求专业名称）</w:t>
      </w:r>
      <w:r>
        <w:rPr>
          <w:rFonts w:ascii="仿宋_GB2312" w:hAnsi="宋体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基本一致，属于相近专业。</w:t>
      </w:r>
    </w:p>
    <w:p>
      <w:pPr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特此证明。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就读学校</w:t>
      </w:r>
      <w:r>
        <w:rPr>
          <w:rFonts w:ascii="仿宋_GB2312" w:hAnsi="宋体" w:eastAsia="仿宋_GB2312" w:cs="仿宋_GB2312"/>
          <w:sz w:val="32"/>
          <w:szCs w:val="32"/>
        </w:rPr>
        <w:t>/</w:t>
      </w:r>
      <w:r>
        <w:rPr>
          <w:rFonts w:hint="eastAsia" w:ascii="仿宋_GB2312" w:hAnsi="宋体" w:eastAsia="仿宋_GB2312" w:cs="仿宋_GB2312"/>
          <w:sz w:val="32"/>
          <w:szCs w:val="32"/>
        </w:rPr>
        <w:t>学院（盖章）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宋体" w:eastAsia="仿宋_GB2312" w:cs="仿宋_GB2312"/>
          <w:sz w:val="32"/>
          <w:szCs w:val="32"/>
        </w:rPr>
        <w:t>日期：</w:t>
      </w: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备注：括弧内含文字为填写内容提示，填写真实信息后无须保留括弧及内含文字。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D40"/>
    <w:rsid w:val="0001520C"/>
    <w:rsid w:val="0003404C"/>
    <w:rsid w:val="000416D8"/>
    <w:rsid w:val="0006213A"/>
    <w:rsid w:val="001605A2"/>
    <w:rsid w:val="001818A8"/>
    <w:rsid w:val="00195EE5"/>
    <w:rsid w:val="001A1720"/>
    <w:rsid w:val="002F4628"/>
    <w:rsid w:val="003207F7"/>
    <w:rsid w:val="003F16BA"/>
    <w:rsid w:val="004A20EB"/>
    <w:rsid w:val="004D3054"/>
    <w:rsid w:val="00594D40"/>
    <w:rsid w:val="007C348E"/>
    <w:rsid w:val="0080187F"/>
    <w:rsid w:val="00876618"/>
    <w:rsid w:val="008D45F2"/>
    <w:rsid w:val="009378D7"/>
    <w:rsid w:val="009D2D0B"/>
    <w:rsid w:val="00A13147"/>
    <w:rsid w:val="00AC421C"/>
    <w:rsid w:val="00AF61D9"/>
    <w:rsid w:val="00B0009D"/>
    <w:rsid w:val="00CD2BF6"/>
    <w:rsid w:val="00CF4151"/>
    <w:rsid w:val="00D145A1"/>
    <w:rsid w:val="00EF6CCB"/>
    <w:rsid w:val="00F82E23"/>
    <w:rsid w:val="00FD7EBE"/>
    <w:rsid w:val="00FE057F"/>
    <w:rsid w:val="09B55D50"/>
    <w:rsid w:val="107C5F6D"/>
    <w:rsid w:val="19A872B1"/>
    <w:rsid w:val="3BF44457"/>
    <w:rsid w:val="3F0279F3"/>
    <w:rsid w:val="41AB2125"/>
    <w:rsid w:val="796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character" w:customStyle="1" w:styleId="8">
    <w:name w:val="Balloon Text Char"/>
    <w:basedOn w:val="6"/>
    <w:link w:val="2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6"/>
    <w:link w:val="3"/>
    <w:qFormat/>
    <w:locked/>
    <w:uiPriority w:val="99"/>
    <w:rPr>
      <w:sz w:val="18"/>
      <w:szCs w:val="18"/>
    </w:rPr>
  </w:style>
  <w:style w:type="character" w:customStyle="1" w:styleId="10">
    <w:name w:val="Header Char"/>
    <w:basedOn w:val="6"/>
    <w:link w:val="4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广州新维思</Company>
  <Pages>1</Pages>
  <Words>35</Words>
  <Characters>201</Characters>
  <Lines>0</Lines>
  <Paragraphs>0</Paragraphs>
  <TotalTime>0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2015-12-04T07:02:00Z</dcterms:created>
  <dc:creator>何文远</dc:creator>
  <cp:lastModifiedBy>- -</cp:lastModifiedBy>
  <cp:lastPrinted>2019-11-11T08:20:00Z</cp:lastPrinted>
  <dcterms:modified xsi:type="dcterms:W3CDTF">2025-10-27T10:16:11Z</dcterms:modified>
  <dc:title>关于所学专业与岗位所需专业相近的证明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A77E55AD6FD7428CA678E5A0E4536F43</vt:lpwstr>
  </property>
</Properties>
</file>